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8B4E8A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B4E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8B4E8A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8B4E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60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СЕВЕРНА  АМЕРИКА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8B4E8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B4E8A"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Англоамерика: САД  и  Канада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Упознати  ученике  са  основним  друштвеногео</w:t>
            </w:r>
            <w:r w:rsid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графским одликама Севрне  Америке,тј  САД и  Канаде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8B4E8A" w:rsidRDefault="00A45210" w:rsidP="008B4E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нова знања о друштвеногеографским  одликама   Северне  </w:t>
            </w:r>
            <w:r w:rsid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Америке, САД  и  Канади</w:t>
            </w:r>
          </w:p>
          <w:p w:rsidR="00A45210" w:rsidRPr="00545C96" w:rsidRDefault="00A45210" w:rsidP="008B4E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8B4E8A" w:rsidRPr="008B4E8A" w:rsidRDefault="008B4E8A" w:rsidP="008B4E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појам  Англоамерика</w:t>
            </w:r>
          </w:p>
          <w:p w:rsidR="008B4E8A" w:rsidRPr="008B4E8A" w:rsidRDefault="008B4E8A" w:rsidP="008B4E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расну  етничку и  културну разноликост Англоамерике</w:t>
            </w:r>
          </w:p>
          <w:p w:rsidR="008B4E8A" w:rsidRPr="008B4E8A" w:rsidRDefault="008B4E8A" w:rsidP="008B4E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утицај  природних  и  друштвених  одлика на  развој  привреде</w:t>
            </w:r>
          </w:p>
          <w:p w:rsidR="00D0461E" w:rsidRPr="005F7634" w:rsidRDefault="008B4E8A" w:rsidP="008B4E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место  и улогу  САД  у  светским оквирима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8B4E8A" w:rsidRPr="008B4E8A" w:rsidRDefault="008B4E8A" w:rsidP="008B4E8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4E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ГЕ1.3.1. Познаје основне појмове о становништву и насељима Северне Америке и њиховом просторном распореду.</w:t>
            </w:r>
          </w:p>
          <w:p w:rsidR="008B4E8A" w:rsidRPr="008B4E8A" w:rsidRDefault="008B4E8A" w:rsidP="008B4E8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4E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ГЕ1.3.2. Дефинише појам привреде и препознаје привредне делатности и привредне гране Северне Америке.</w:t>
            </w:r>
          </w:p>
          <w:p w:rsidR="008B4E8A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8B4E8A" w:rsidRPr="008B4E8A" w:rsidRDefault="008B4E8A" w:rsidP="008B4E8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4E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које су представљене моделом, сликом, графиком, табелом и схемом.</w:t>
            </w:r>
          </w:p>
          <w:p w:rsidR="008B4E8A" w:rsidRPr="008B4E8A" w:rsidRDefault="008B4E8A" w:rsidP="008B4E8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4E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ГЕ2.3.1. Уочава значај миграција за насељавање Северне Америке и уочава расну и етничку структуру становништва Северне Америке.</w:t>
            </w:r>
          </w:p>
          <w:p w:rsidR="00670648" w:rsidRPr="008B4E8A" w:rsidRDefault="008B4E8A" w:rsidP="008B4E8A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4E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ГЕ2.4.2. Описује друштвене одлике Северне Америке.</w:t>
            </w:r>
            <w:r w:rsidR="004C7CD5" w:rsidRPr="008B4E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8B4E8A" w:rsidRPr="008B4E8A" w:rsidRDefault="008B4E8A" w:rsidP="008B4E8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B4E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ГЕ3.3.1. Објашњава утицај географског положаја, природних одлика и историјских околности на размештај и одлике становништва, као и на размештај насеља Северне Америке.</w:t>
            </w:r>
          </w:p>
          <w:p w:rsidR="00664F16" w:rsidRPr="005E6A25" w:rsidRDefault="008B4E8A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8B4E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ГЕ3.3.2. Објашњава утицај природних и друштвених фактора на размештај и ниво развијености привреде Северне Америке.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8B4E8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</w:t>
            </w:r>
            <w:r w:rsid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Северне  Америке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8B4E8A" w:rsidRDefault="008B4E8A" w:rsidP="008B4E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Упознајемо  ученике са  циљевима  час.</w:t>
            </w:r>
            <w:r w:rsidRPr="008B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Понављамо 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раније стечена знања о природним 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одликама С.Америке,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 такође понављамо 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основне појмове из демографије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Pr="00545C96" w:rsidRDefault="008B4E8A" w:rsidP="008B4E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ченици на карти у атласу уочавају две државе С.Америке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САД и Канаду,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.Истичемо  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 се  оне заједно  називају  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нглоамерика.Питамо  ученике зашто.Д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аје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основне демографске одлике – број становника,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језичку и религијску припадност.Објашњавамо 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расну и етничку структуру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Англоамерике.Тражимо  да 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схвате утицаје рељефа и климе на размештај становништва и уоче области које су густо и 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 које су ретко насељене,То илуструјемо  сликом  бр.  5  на  стр.159.  у  уџбенику..Н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карти у атласу треба да пронађу на основу одговарајућих картографских знакова милионске градове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Англоамерике.И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стиче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је 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Англоамерика једна од најурбанизо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ванијих регија света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.Указујемо  да 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разумеју нагли развој привреде, нарочито у 20. веку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,тј. појаву индустријализације.О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бјашњава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јам „постиндустријско друштво“,Истичемо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огроман значај С</w:t>
            </w:r>
            <w:r w:rsidR="005F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 и Канаде у светској привреди.Посебно  указујемо на </w:t>
            </w:r>
            <w:r w:rsidRPr="008B4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 загађење природе као последицу развоја привреде.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5F73F5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Саоштавамо  да  учени</w:t>
            </w:r>
            <w:r w:rsidR="005E6A2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код куће  ураде  тест бр.  4.  на  стр.  192.  у  уџбенику као  припрему  за  проверу  занања  на  наредном часу.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EE343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EE343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АНГЛОАМЕРИКА:САД  И  КАНАДА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-Северна Америка = Англоамерика.---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САД и Канада;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-367 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милиона становника;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енглески језик ,а у Канади и француски;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становништво: 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староседеоци – Индијанци и Инуити,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досељеници из Европе – Британци, Фран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цузи,  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Италијани, Грци...,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– Англоафриканци (42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милиона) – потомци робова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досељеници из Азије;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еравномерна густина насељености;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¾ становништва у градовима – Њујорк, Чикаго, Лос Анђелес, Монтреал, Торонто, Бостон;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привреда : 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пољопривреда – 5% радног становништва,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индустријализација у 20. веку,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постиндустријско друштво, </w:t>
            </w:r>
          </w:p>
          <w:p w:rsidR="00EE3439" w:rsidRPr="00EE3439" w:rsidRDefault="00EE3439" w:rsidP="00EE34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најпродуктивнија привреда на свету;</w:t>
            </w:r>
          </w:p>
          <w:p w:rsidR="00606767" w:rsidRPr="00CE709B" w:rsidRDefault="00EE3439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3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 загађење природне средине.</w:t>
            </w:r>
            <w:bookmarkStart w:id="0" w:name="_GoBack"/>
            <w:bookmarkEnd w:id="0"/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112FA"/>
    <w:multiLevelType w:val="hybridMultilevel"/>
    <w:tmpl w:val="6980D6CC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E6A25"/>
    <w:rsid w:val="005F73F5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B4E8A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CE709B"/>
    <w:rsid w:val="00D0461E"/>
    <w:rsid w:val="00DB7062"/>
    <w:rsid w:val="00DE65D7"/>
    <w:rsid w:val="00E3469D"/>
    <w:rsid w:val="00E4334D"/>
    <w:rsid w:val="00EE3439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34971-C3FD-4DD8-B86C-4C9931D58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5</cp:revision>
  <dcterms:created xsi:type="dcterms:W3CDTF">2020-07-07T09:34:00Z</dcterms:created>
  <dcterms:modified xsi:type="dcterms:W3CDTF">2020-07-07T17:31:00Z</dcterms:modified>
</cp:coreProperties>
</file>